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C57CA2" w:rsidRPr="000775FC" w14:paraId="3D7442AD" w14:textId="77777777" w:rsidTr="00854EF0">
        <w:tc>
          <w:tcPr>
            <w:tcW w:w="9104" w:type="dxa"/>
            <w:shd w:val="clear" w:color="auto" w:fill="F2F2F2"/>
          </w:tcPr>
          <w:p w14:paraId="5197891F" w14:textId="77777777" w:rsidR="00C57CA2" w:rsidRPr="000775FC" w:rsidRDefault="00EB7DB9" w:rsidP="00C57CA2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8"/>
              </w:rPr>
            </w:pPr>
            <w:r w:rsidRPr="000775FC">
              <w:rPr>
                <w:rFonts w:ascii="Arial" w:hAnsi="Arial" w:cs="Arial"/>
                <w:bCs/>
                <w:sz w:val="28"/>
              </w:rPr>
              <w:t>FORMULARZ OFERTOWY</w:t>
            </w:r>
          </w:p>
        </w:tc>
      </w:tr>
    </w:tbl>
    <w:p w14:paraId="302ECD93" w14:textId="77777777" w:rsidR="00C57CA2" w:rsidRPr="000775FC" w:rsidRDefault="00C57CA2" w:rsidP="00854EF0">
      <w:pPr>
        <w:pStyle w:val="Nagwek2"/>
        <w:widowControl/>
        <w:spacing w:line="360" w:lineRule="auto"/>
        <w:rPr>
          <w:rFonts w:ascii="Arial" w:hAnsi="Arial" w:cs="Arial"/>
          <w:sz w:val="28"/>
        </w:rPr>
      </w:pPr>
    </w:p>
    <w:p w14:paraId="0E915B5E" w14:textId="75F4282D" w:rsidR="00C57CA2" w:rsidRPr="000775FC" w:rsidRDefault="00C57CA2" w:rsidP="00854EF0">
      <w:pPr>
        <w:spacing w:after="240" w:line="276" w:lineRule="auto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>Nawiązując do toczącego się postępowania o udzielenie zamówienia publicznego prowadzonego w trybie zapytania ofertowego</w:t>
      </w:r>
      <w:r w:rsidR="0034521F" w:rsidRPr="000775FC">
        <w:rPr>
          <w:rFonts w:ascii="Arial" w:hAnsi="Arial" w:cs="Arial"/>
          <w:lang w:eastAsia="zh-CN"/>
        </w:rPr>
        <w:t xml:space="preserve"> </w:t>
      </w:r>
      <w:r w:rsidRPr="000775FC">
        <w:rPr>
          <w:rFonts w:ascii="Arial" w:hAnsi="Arial" w:cs="Arial"/>
        </w:rPr>
        <w:t xml:space="preserve">pn.: </w:t>
      </w:r>
    </w:p>
    <w:p w14:paraId="796AEC41" w14:textId="6EE40E40" w:rsidR="00C57CA2" w:rsidRPr="000775FC" w:rsidRDefault="00F12F42" w:rsidP="00854EF0">
      <w:pPr>
        <w:jc w:val="center"/>
        <w:rPr>
          <w:rFonts w:ascii="Arial" w:eastAsia="Calibri" w:hAnsi="Arial" w:cs="Arial"/>
          <w:b/>
          <w:i/>
          <w:lang w:eastAsia="en-US"/>
        </w:rPr>
      </w:pPr>
      <w:r w:rsidRPr="000775FC">
        <w:rPr>
          <w:rFonts w:ascii="Arial" w:eastAsia="Calibri" w:hAnsi="Arial" w:cs="Arial"/>
          <w:b/>
          <w:i/>
          <w:lang w:eastAsia="en-US"/>
        </w:rPr>
        <w:t>„Dostawa gazu płynnego propan do zbiorników ciśnieniowych</w:t>
      </w:r>
      <w:r w:rsidR="000775FC" w:rsidRPr="000775FC">
        <w:rPr>
          <w:rFonts w:ascii="Arial" w:eastAsia="Calibri" w:hAnsi="Arial" w:cs="Arial"/>
          <w:b/>
          <w:i/>
          <w:lang w:eastAsia="en-US"/>
        </w:rPr>
        <w:t xml:space="preserve"> zasilających kotłownie gazowe </w:t>
      </w:r>
      <w:r w:rsidRPr="000775FC">
        <w:rPr>
          <w:rFonts w:ascii="Arial" w:eastAsia="Calibri" w:hAnsi="Arial" w:cs="Arial"/>
          <w:b/>
          <w:i/>
          <w:lang w:eastAsia="en-US"/>
        </w:rPr>
        <w:t xml:space="preserve">w Nadleśnictwie Parciaki w </w:t>
      </w:r>
      <w:r w:rsidR="000775FC" w:rsidRPr="000775FC">
        <w:rPr>
          <w:rFonts w:ascii="Arial" w:eastAsia="Calibri" w:hAnsi="Arial" w:cs="Arial"/>
          <w:b/>
          <w:i/>
          <w:lang w:eastAsia="en-US"/>
        </w:rPr>
        <w:t>2026 roku</w:t>
      </w:r>
      <w:r w:rsidRPr="000775FC">
        <w:rPr>
          <w:rFonts w:ascii="Arial" w:eastAsia="Calibri" w:hAnsi="Arial" w:cs="Arial"/>
          <w:b/>
          <w:i/>
          <w:lang w:eastAsia="en-US"/>
        </w:rPr>
        <w:t>”</w:t>
      </w:r>
    </w:p>
    <w:p w14:paraId="15F661EB" w14:textId="77777777" w:rsidR="00F12F42" w:rsidRPr="000775FC" w:rsidRDefault="00F12F42" w:rsidP="00854EF0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281721DB" w14:textId="3E03A031" w:rsidR="007A5700" w:rsidRPr="000775FC" w:rsidRDefault="00F12F42" w:rsidP="00854EF0">
      <w:pPr>
        <w:spacing w:after="120" w:line="276" w:lineRule="auto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>Ja, niżej podpisany (osoba uprawniona do reprezentacji) ……………………………..  działając w imieniu  i na rzecz</w:t>
      </w:r>
      <w:r w:rsidR="0034521F" w:rsidRPr="000775FC">
        <w:rPr>
          <w:rFonts w:ascii="Arial" w:hAnsi="Arial" w:cs="Arial"/>
        </w:rPr>
        <w:t>:</w:t>
      </w:r>
      <w:r w:rsidRPr="000775FC">
        <w:rPr>
          <w:rFonts w:ascii="Arial" w:hAnsi="Arial" w:cs="Arial"/>
        </w:rPr>
        <w:t xml:space="preserve">  </w:t>
      </w:r>
    </w:p>
    <w:p w14:paraId="1A7A8BDA" w14:textId="77777777" w:rsidR="00F12F42" w:rsidRPr="000775FC" w:rsidRDefault="00F12F42" w:rsidP="00F12F42">
      <w:pPr>
        <w:spacing w:line="276" w:lineRule="auto"/>
        <w:jc w:val="both"/>
        <w:rPr>
          <w:rFonts w:ascii="Arial" w:hAnsi="Arial" w:cs="Arial"/>
          <w:b/>
        </w:rPr>
      </w:pPr>
      <w:r w:rsidRPr="000775FC">
        <w:rPr>
          <w:rFonts w:ascii="Arial" w:hAnsi="Arial" w:cs="Arial"/>
          <w:b/>
        </w:rPr>
        <w:t xml:space="preserve">Nazwa i adres Wykonawcy 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965"/>
        <w:gridCol w:w="2091"/>
        <w:gridCol w:w="3236"/>
      </w:tblGrid>
      <w:tr w:rsidR="00F12F42" w:rsidRPr="000775FC" w14:paraId="59A0D856" w14:textId="77777777" w:rsidTr="000775FC">
        <w:trPr>
          <w:trHeight w:val="1134"/>
          <w:jc w:val="center"/>
        </w:trPr>
        <w:tc>
          <w:tcPr>
            <w:tcW w:w="4225" w:type="dxa"/>
            <w:gridSpan w:val="2"/>
            <w:vAlign w:val="center"/>
          </w:tcPr>
          <w:p w14:paraId="6A53F3FF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775FC">
              <w:rPr>
                <w:rFonts w:ascii="Arial" w:hAnsi="Arial" w:cs="Arial"/>
              </w:rPr>
              <w:t xml:space="preserve">Nazwa i Adres Wykonawcy </w:t>
            </w:r>
          </w:p>
        </w:tc>
        <w:tc>
          <w:tcPr>
            <w:tcW w:w="5327" w:type="dxa"/>
            <w:gridSpan w:val="2"/>
          </w:tcPr>
          <w:p w14:paraId="31C47A9E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12F42" w:rsidRPr="000775FC" w14:paraId="01BC5F5D" w14:textId="77777777" w:rsidTr="000775FC">
        <w:trPr>
          <w:trHeight w:val="373"/>
          <w:jc w:val="center"/>
        </w:trPr>
        <w:tc>
          <w:tcPr>
            <w:tcW w:w="4225" w:type="dxa"/>
            <w:gridSpan w:val="2"/>
            <w:vAlign w:val="center"/>
          </w:tcPr>
          <w:p w14:paraId="0A984C63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775FC">
              <w:rPr>
                <w:rFonts w:ascii="Arial" w:hAnsi="Arial" w:cs="Arial"/>
              </w:rPr>
              <w:t xml:space="preserve">NIP </w:t>
            </w:r>
            <w:r w:rsidRPr="000775FC">
              <w:rPr>
                <w:rFonts w:ascii="Arial" w:hAnsi="Arial" w:cs="Arial"/>
                <w:i/>
              </w:rPr>
              <w:t>(jeżeli dotyczy)</w:t>
            </w:r>
          </w:p>
        </w:tc>
        <w:tc>
          <w:tcPr>
            <w:tcW w:w="5327" w:type="dxa"/>
            <w:gridSpan w:val="2"/>
          </w:tcPr>
          <w:p w14:paraId="0FB73015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12F42" w:rsidRPr="000775FC" w14:paraId="50C1E45A" w14:textId="77777777" w:rsidTr="000775FC">
        <w:trPr>
          <w:trHeight w:val="405"/>
          <w:jc w:val="center"/>
        </w:trPr>
        <w:tc>
          <w:tcPr>
            <w:tcW w:w="4225" w:type="dxa"/>
            <w:gridSpan w:val="2"/>
            <w:vAlign w:val="center"/>
          </w:tcPr>
          <w:p w14:paraId="32A31C12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775FC">
              <w:rPr>
                <w:rFonts w:ascii="Arial" w:hAnsi="Arial" w:cs="Arial"/>
              </w:rPr>
              <w:t xml:space="preserve">REGON </w:t>
            </w:r>
            <w:r w:rsidRPr="000775FC">
              <w:rPr>
                <w:rFonts w:ascii="Arial" w:hAnsi="Arial" w:cs="Arial"/>
                <w:i/>
              </w:rPr>
              <w:t>(jeżeli dotyczy)</w:t>
            </w:r>
          </w:p>
        </w:tc>
        <w:tc>
          <w:tcPr>
            <w:tcW w:w="5327" w:type="dxa"/>
            <w:gridSpan w:val="2"/>
          </w:tcPr>
          <w:p w14:paraId="3678BB9A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12F42" w:rsidRPr="000775FC" w14:paraId="113A3802" w14:textId="77777777" w:rsidTr="000775FC">
        <w:trPr>
          <w:trHeight w:val="405"/>
          <w:jc w:val="center"/>
        </w:trPr>
        <w:tc>
          <w:tcPr>
            <w:tcW w:w="4225" w:type="dxa"/>
            <w:gridSpan w:val="2"/>
            <w:vAlign w:val="center"/>
          </w:tcPr>
          <w:p w14:paraId="39622FA1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775FC">
              <w:rPr>
                <w:rFonts w:ascii="Arial" w:hAnsi="Arial" w:cs="Arial"/>
              </w:rPr>
              <w:t>TELEFON</w:t>
            </w:r>
          </w:p>
        </w:tc>
        <w:tc>
          <w:tcPr>
            <w:tcW w:w="5327" w:type="dxa"/>
            <w:gridSpan w:val="2"/>
          </w:tcPr>
          <w:p w14:paraId="06CA12A7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12F42" w:rsidRPr="000775FC" w14:paraId="01C1B77B" w14:textId="77777777" w:rsidTr="000775FC">
        <w:trPr>
          <w:trHeight w:val="405"/>
          <w:jc w:val="center"/>
        </w:trPr>
        <w:tc>
          <w:tcPr>
            <w:tcW w:w="4225" w:type="dxa"/>
            <w:gridSpan w:val="2"/>
            <w:vAlign w:val="center"/>
          </w:tcPr>
          <w:p w14:paraId="01836611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775FC">
              <w:rPr>
                <w:rFonts w:ascii="Arial" w:hAnsi="Arial" w:cs="Arial"/>
                <w:bCs/>
              </w:rPr>
              <w:t>ADRES E-MAIL</w:t>
            </w:r>
          </w:p>
        </w:tc>
        <w:tc>
          <w:tcPr>
            <w:tcW w:w="5327" w:type="dxa"/>
            <w:gridSpan w:val="2"/>
          </w:tcPr>
          <w:p w14:paraId="28EF5CA4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12F42" w:rsidRPr="000775FC" w14:paraId="01811C92" w14:textId="77777777" w:rsidTr="000775FC">
        <w:trPr>
          <w:trHeight w:val="405"/>
          <w:jc w:val="center"/>
        </w:trPr>
        <w:tc>
          <w:tcPr>
            <w:tcW w:w="9552" w:type="dxa"/>
            <w:gridSpan w:val="4"/>
            <w:vAlign w:val="center"/>
          </w:tcPr>
          <w:p w14:paraId="7FA895A0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775FC">
              <w:rPr>
                <w:rFonts w:ascii="Arial" w:hAnsi="Arial" w:cs="Arial"/>
                <w:bCs/>
              </w:rPr>
              <w:t xml:space="preserve">RODZAJ PRZEDSIĘBIORCY (zaznaczyć właściwe) </w:t>
            </w:r>
          </w:p>
        </w:tc>
      </w:tr>
      <w:tr w:rsidR="00F12F42" w:rsidRPr="000775FC" w14:paraId="69C6BEA1" w14:textId="77777777" w:rsidTr="000775FC">
        <w:trPr>
          <w:trHeight w:val="405"/>
          <w:jc w:val="center"/>
        </w:trPr>
        <w:tc>
          <w:tcPr>
            <w:tcW w:w="3260" w:type="dxa"/>
            <w:vAlign w:val="center"/>
          </w:tcPr>
          <w:p w14:paraId="5131BC2B" w14:textId="2CA8EA0C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775FC">
              <w:rPr>
                <w:rFonts w:ascii="Arial" w:hAnsi="Arial" w:cs="Arial"/>
              </w:rPr>
              <w:t xml:space="preserve">mikroprzedsiębiorstwo </w:t>
            </w:r>
            <w:r w:rsidRPr="000775FC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3056" w:type="dxa"/>
            <w:gridSpan w:val="2"/>
            <w:vAlign w:val="center"/>
          </w:tcPr>
          <w:p w14:paraId="7C0CA120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775FC">
              <w:rPr>
                <w:rFonts w:ascii="Arial" w:hAnsi="Arial" w:cs="Arial"/>
              </w:rPr>
              <w:t xml:space="preserve">małe przedsiębiorstwo   </w:t>
            </w:r>
            <w:r w:rsidRPr="000775FC"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3236" w:type="dxa"/>
            <w:vAlign w:val="center"/>
          </w:tcPr>
          <w:p w14:paraId="0B8E3653" w14:textId="77777777" w:rsidR="00F12F42" w:rsidRPr="000775FC" w:rsidRDefault="00F12F42" w:rsidP="00F12F4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775FC">
              <w:rPr>
                <w:rFonts w:ascii="Arial" w:hAnsi="Arial" w:cs="Arial"/>
              </w:rPr>
              <w:t xml:space="preserve">średnie przedsiębiorstwo </w:t>
            </w:r>
            <w:r w:rsidRPr="000775FC">
              <w:rPr>
                <w:rFonts w:ascii="Arial" w:hAnsi="Arial" w:cs="Arial"/>
              </w:rPr>
              <w:sym w:font="Wingdings" w:char="F06F"/>
            </w:r>
          </w:p>
        </w:tc>
      </w:tr>
      <w:tr w:rsidR="00F12F42" w:rsidRPr="000775FC" w14:paraId="00F4E5A9" w14:textId="77777777" w:rsidTr="000775FC">
        <w:trPr>
          <w:trHeight w:val="405"/>
          <w:jc w:val="center"/>
        </w:trPr>
        <w:tc>
          <w:tcPr>
            <w:tcW w:w="9552" w:type="dxa"/>
            <w:gridSpan w:val="4"/>
            <w:vAlign w:val="center"/>
          </w:tcPr>
          <w:p w14:paraId="088C1456" w14:textId="518A25B1" w:rsidR="00F12F42" w:rsidRPr="000775FC" w:rsidRDefault="00F12F42" w:rsidP="000775FC">
            <w:pPr>
              <w:spacing w:line="276" w:lineRule="auto"/>
              <w:rPr>
                <w:rFonts w:ascii="Arial" w:hAnsi="Arial" w:cs="Arial"/>
              </w:rPr>
            </w:pPr>
            <w:r w:rsidRPr="000775FC">
              <w:rPr>
                <w:rFonts w:ascii="Arial" w:hAnsi="Arial" w:cs="Arial"/>
              </w:rPr>
              <w:t xml:space="preserve">Inny (wskazać) </w:t>
            </w:r>
            <w:r w:rsidRPr="000775FC">
              <w:rPr>
                <w:rFonts w:ascii="Arial" w:hAnsi="Arial" w:cs="Arial"/>
              </w:rPr>
              <w:sym w:font="Wingdings" w:char="F06F"/>
            </w:r>
            <w:r w:rsidRPr="000775FC">
              <w:rPr>
                <w:rFonts w:ascii="Arial" w:hAnsi="Arial" w:cs="Arial"/>
              </w:rPr>
              <w:t>:   …………………………………………………………………………………………………</w:t>
            </w:r>
          </w:p>
        </w:tc>
      </w:tr>
    </w:tbl>
    <w:p w14:paraId="4E1B43A2" w14:textId="77777777" w:rsidR="00D132FF" w:rsidRPr="000775FC" w:rsidRDefault="00D132FF" w:rsidP="00B74A14">
      <w:pPr>
        <w:spacing w:line="360" w:lineRule="auto"/>
        <w:jc w:val="both"/>
        <w:rPr>
          <w:rFonts w:ascii="Arial" w:hAnsi="Arial" w:cs="Arial"/>
        </w:rPr>
      </w:pPr>
    </w:p>
    <w:p w14:paraId="06FE8362" w14:textId="77777777" w:rsidR="00D132FF" w:rsidRPr="000775FC" w:rsidRDefault="00D132FF" w:rsidP="00B74A14">
      <w:pPr>
        <w:spacing w:line="360" w:lineRule="auto"/>
        <w:jc w:val="both"/>
        <w:rPr>
          <w:rFonts w:ascii="Arial" w:hAnsi="Arial" w:cs="Arial"/>
          <w:b/>
        </w:rPr>
      </w:pPr>
      <w:r w:rsidRPr="000775FC">
        <w:rPr>
          <w:rFonts w:ascii="Arial" w:hAnsi="Arial" w:cs="Arial"/>
          <w:b/>
        </w:rPr>
        <w:t>SKŁADAM OFERTĘ:</w:t>
      </w:r>
    </w:p>
    <w:p w14:paraId="6D030A42" w14:textId="77777777" w:rsidR="00B74A14" w:rsidRPr="000775FC" w:rsidRDefault="00D132FF" w:rsidP="00B74A14">
      <w:pPr>
        <w:spacing w:line="360" w:lineRule="auto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 xml:space="preserve">a) </w:t>
      </w:r>
      <w:r w:rsidRPr="000775FC">
        <w:rPr>
          <w:rFonts w:ascii="Arial" w:hAnsi="Arial" w:cs="Arial"/>
          <w:b/>
        </w:rPr>
        <w:t>W</w:t>
      </w:r>
      <w:r w:rsidR="00B74A14" w:rsidRPr="000775FC">
        <w:rPr>
          <w:rFonts w:ascii="Arial" w:hAnsi="Arial" w:cs="Arial"/>
          <w:b/>
        </w:rPr>
        <w:t xml:space="preserve"> cenie jednostkowej</w:t>
      </w:r>
      <w:r w:rsidR="00A24546" w:rsidRPr="000775FC">
        <w:rPr>
          <w:rFonts w:ascii="Arial" w:hAnsi="Arial" w:cs="Arial"/>
          <w:b/>
        </w:rPr>
        <w:t xml:space="preserve"> netto</w:t>
      </w:r>
      <w:r w:rsidR="00B74A14" w:rsidRPr="000775FC">
        <w:rPr>
          <w:rFonts w:ascii="Arial" w:hAnsi="Arial" w:cs="Arial"/>
          <w:b/>
        </w:rPr>
        <w:t>:</w:t>
      </w:r>
      <w:r w:rsidR="00B74A14" w:rsidRPr="000775FC">
        <w:rPr>
          <w:rFonts w:ascii="Arial" w:hAnsi="Arial" w:cs="Arial"/>
        </w:rPr>
        <w:t xml:space="preserve"> …</w:t>
      </w:r>
      <w:r w:rsidR="0034521F" w:rsidRPr="000775FC">
        <w:rPr>
          <w:rFonts w:ascii="Arial" w:hAnsi="Arial" w:cs="Arial"/>
        </w:rPr>
        <w:t xml:space="preserve"> </w:t>
      </w:r>
      <w:r w:rsidR="00B74A14" w:rsidRPr="000775FC">
        <w:rPr>
          <w:rFonts w:ascii="Arial" w:hAnsi="Arial" w:cs="Arial"/>
        </w:rPr>
        <w:t xml:space="preserve">PLN \ litr </w:t>
      </w:r>
    </w:p>
    <w:p w14:paraId="28AD8701" w14:textId="2B54B580" w:rsidR="0034521F" w:rsidRPr="000775FC" w:rsidRDefault="00B74A14" w:rsidP="00B74A14">
      <w:pPr>
        <w:spacing w:line="360" w:lineRule="auto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 xml:space="preserve">*obliczonej </w:t>
      </w:r>
      <w:r w:rsidR="0034521F" w:rsidRPr="000775FC">
        <w:rPr>
          <w:rFonts w:ascii="Arial" w:hAnsi="Arial" w:cs="Arial"/>
        </w:rPr>
        <w:t>z uwzględnieniem, że cena n</w:t>
      </w:r>
      <w:r w:rsidR="00D35E8B" w:rsidRPr="000775FC">
        <w:rPr>
          <w:rFonts w:ascii="Arial" w:hAnsi="Arial" w:cs="Arial"/>
        </w:rPr>
        <w:t xml:space="preserve">etto za 1 tonę gazu propan hurt </w:t>
      </w:r>
      <w:r w:rsidRPr="000775FC">
        <w:rPr>
          <w:rFonts w:ascii="Arial" w:hAnsi="Arial" w:cs="Arial"/>
        </w:rPr>
        <w:t xml:space="preserve">na wschodniej granicy RP, opublikowana </w:t>
      </w:r>
      <w:r w:rsidR="0034521F" w:rsidRPr="000775FC">
        <w:rPr>
          <w:rFonts w:ascii="Arial" w:hAnsi="Arial" w:cs="Arial"/>
        </w:rPr>
        <w:t xml:space="preserve">na stronie internetowej www.e-petrol.pl na dzień </w:t>
      </w:r>
      <w:r w:rsidR="00383021" w:rsidRPr="00851832">
        <w:rPr>
          <w:rFonts w:ascii="Arial" w:hAnsi="Arial" w:cs="Arial"/>
        </w:rPr>
        <w:t>02.02</w:t>
      </w:r>
      <w:r w:rsidR="00B35C94" w:rsidRPr="00851832">
        <w:rPr>
          <w:rFonts w:ascii="Arial" w:hAnsi="Arial" w:cs="Arial"/>
        </w:rPr>
        <w:t>.2026</w:t>
      </w:r>
      <w:r w:rsidRPr="00851832">
        <w:rPr>
          <w:rFonts w:ascii="Arial" w:hAnsi="Arial" w:cs="Arial"/>
        </w:rPr>
        <w:t xml:space="preserve"> r.</w:t>
      </w:r>
      <w:r w:rsidRPr="000775FC">
        <w:rPr>
          <w:rFonts w:ascii="Arial" w:hAnsi="Arial" w:cs="Arial"/>
        </w:rPr>
        <w:t xml:space="preserve"> wynosi …</w:t>
      </w:r>
      <w:r w:rsidR="0034521F" w:rsidRPr="000775FC">
        <w:rPr>
          <w:rFonts w:ascii="Arial" w:hAnsi="Arial" w:cs="Arial"/>
        </w:rPr>
        <w:t xml:space="preserve"> </w:t>
      </w:r>
      <w:r w:rsidRPr="000775FC">
        <w:rPr>
          <w:rFonts w:ascii="Arial" w:hAnsi="Arial" w:cs="Arial"/>
        </w:rPr>
        <w:t>PLN</w:t>
      </w:r>
      <w:r w:rsidR="0034521F" w:rsidRPr="000775FC">
        <w:rPr>
          <w:rFonts w:ascii="Arial" w:hAnsi="Arial" w:cs="Arial"/>
        </w:rPr>
        <w:t xml:space="preserve"> netto, a marża (narzut cenowy do ceny jednostkowej netto) wynosi …</w:t>
      </w:r>
      <w:r w:rsidRPr="000775FC">
        <w:rPr>
          <w:rFonts w:ascii="Arial" w:hAnsi="Arial" w:cs="Arial"/>
        </w:rPr>
        <w:t xml:space="preserve"> </w:t>
      </w:r>
      <w:r w:rsidR="00A24546" w:rsidRPr="000775FC">
        <w:rPr>
          <w:rFonts w:ascii="Arial" w:hAnsi="Arial" w:cs="Arial"/>
        </w:rPr>
        <w:t>PLN</w:t>
      </w:r>
      <w:r w:rsidR="0034521F" w:rsidRPr="000775FC">
        <w:rPr>
          <w:rFonts w:ascii="Arial" w:hAnsi="Arial" w:cs="Arial"/>
        </w:rPr>
        <w:t xml:space="preserve"> netto. </w:t>
      </w:r>
    </w:p>
    <w:p w14:paraId="2421031D" w14:textId="1FC11AC0" w:rsidR="00FE1BC6" w:rsidRPr="000775FC" w:rsidRDefault="00D132FF" w:rsidP="009F2FF6">
      <w:pPr>
        <w:spacing w:line="360" w:lineRule="auto"/>
        <w:rPr>
          <w:rFonts w:ascii="Arial" w:hAnsi="Arial" w:cs="Arial"/>
          <w:b/>
        </w:rPr>
      </w:pPr>
      <w:r w:rsidRPr="000775FC">
        <w:rPr>
          <w:rFonts w:ascii="Arial" w:hAnsi="Arial" w:cs="Arial"/>
        </w:rPr>
        <w:t>b)</w:t>
      </w:r>
      <w:r w:rsidRPr="000775FC">
        <w:rPr>
          <w:rFonts w:ascii="Arial" w:hAnsi="Arial" w:cs="Arial"/>
          <w:b/>
        </w:rPr>
        <w:t xml:space="preserve"> </w:t>
      </w:r>
      <w:r w:rsidR="0034521F" w:rsidRPr="000775FC">
        <w:rPr>
          <w:rFonts w:ascii="Arial" w:hAnsi="Arial" w:cs="Arial"/>
          <w:b/>
        </w:rPr>
        <w:t xml:space="preserve">Cena łączna za </w:t>
      </w:r>
      <w:r w:rsidR="00D57115">
        <w:rPr>
          <w:rFonts w:ascii="Arial" w:hAnsi="Arial" w:cs="Arial"/>
          <w:b/>
        </w:rPr>
        <w:t>10</w:t>
      </w:r>
      <w:r w:rsidR="00003D41" w:rsidRPr="000775FC">
        <w:rPr>
          <w:rFonts w:ascii="Arial" w:hAnsi="Arial" w:cs="Arial"/>
          <w:b/>
        </w:rPr>
        <w:t xml:space="preserve"> 0</w:t>
      </w:r>
      <w:r w:rsidR="004B3120" w:rsidRPr="000775FC">
        <w:rPr>
          <w:rFonts w:ascii="Arial" w:hAnsi="Arial" w:cs="Arial"/>
          <w:b/>
        </w:rPr>
        <w:t>00</w:t>
      </w:r>
      <w:r w:rsidR="003C10ED" w:rsidRPr="000775FC">
        <w:rPr>
          <w:rFonts w:ascii="Arial" w:hAnsi="Arial" w:cs="Arial"/>
          <w:b/>
        </w:rPr>
        <w:t xml:space="preserve"> </w:t>
      </w:r>
      <w:r w:rsidR="00FE1BC6" w:rsidRPr="000775FC">
        <w:rPr>
          <w:rFonts w:ascii="Arial" w:hAnsi="Arial" w:cs="Arial"/>
          <w:b/>
        </w:rPr>
        <w:t>litrów</w:t>
      </w:r>
      <w:r w:rsidR="004B3120" w:rsidRPr="000775FC">
        <w:rPr>
          <w:rFonts w:ascii="Arial" w:hAnsi="Arial" w:cs="Arial"/>
          <w:b/>
        </w:rPr>
        <w:t xml:space="preserve"> gazu, w całym</w:t>
      </w:r>
      <w:r w:rsidR="009F2FF6" w:rsidRPr="000775FC">
        <w:rPr>
          <w:rFonts w:ascii="Arial" w:hAnsi="Arial" w:cs="Arial"/>
          <w:b/>
        </w:rPr>
        <w:t xml:space="preserve"> okres</w:t>
      </w:r>
      <w:r w:rsidR="004B3120" w:rsidRPr="000775FC">
        <w:rPr>
          <w:rFonts w:ascii="Arial" w:hAnsi="Arial" w:cs="Arial"/>
          <w:b/>
        </w:rPr>
        <w:t>ie</w:t>
      </w:r>
      <w:r w:rsidR="009F2FF6" w:rsidRPr="000775FC">
        <w:rPr>
          <w:rFonts w:ascii="Arial" w:hAnsi="Arial" w:cs="Arial"/>
          <w:b/>
        </w:rPr>
        <w:t xml:space="preserve"> wykonywania umowy:</w:t>
      </w:r>
      <w:r w:rsidR="00FE1BC6" w:rsidRPr="000775FC">
        <w:rPr>
          <w:rFonts w:ascii="Arial" w:hAnsi="Arial" w:cs="Arial"/>
          <w:b/>
        </w:rPr>
        <w:t xml:space="preserve">   </w:t>
      </w:r>
    </w:p>
    <w:p w14:paraId="21812988" w14:textId="5E055CFF" w:rsidR="009F2FF6" w:rsidRPr="000775FC" w:rsidRDefault="00FE1BC6" w:rsidP="009F2FF6">
      <w:pPr>
        <w:spacing w:line="360" w:lineRule="auto"/>
        <w:rPr>
          <w:rFonts w:ascii="Arial" w:hAnsi="Arial" w:cs="Arial"/>
        </w:rPr>
      </w:pPr>
      <w:r w:rsidRPr="000775FC">
        <w:rPr>
          <w:rFonts w:ascii="Arial" w:hAnsi="Arial" w:cs="Arial"/>
          <w:b/>
        </w:rPr>
        <w:t xml:space="preserve">netto: </w:t>
      </w:r>
      <w:r w:rsidR="009F2FF6" w:rsidRPr="000775FC">
        <w:rPr>
          <w:rFonts w:ascii="Arial" w:hAnsi="Arial" w:cs="Arial"/>
        </w:rPr>
        <w:t>.......................... PLN</w:t>
      </w:r>
      <w:r w:rsidRPr="000775FC">
        <w:rPr>
          <w:rFonts w:ascii="Arial" w:hAnsi="Arial" w:cs="Arial"/>
        </w:rPr>
        <w:t xml:space="preserve"> (</w:t>
      </w:r>
      <w:r w:rsidR="000775FC">
        <w:rPr>
          <w:rFonts w:ascii="Arial" w:hAnsi="Arial" w:cs="Arial"/>
        </w:rPr>
        <w:t>słownie:……………………………………………………</w:t>
      </w:r>
      <w:r w:rsidRPr="000775FC">
        <w:rPr>
          <w:rFonts w:ascii="Arial" w:hAnsi="Arial" w:cs="Arial"/>
        </w:rPr>
        <w:t>),</w:t>
      </w:r>
      <w:r w:rsidR="009F2FF6" w:rsidRPr="000775FC">
        <w:rPr>
          <w:rFonts w:ascii="Arial" w:hAnsi="Arial" w:cs="Arial"/>
        </w:rPr>
        <w:t xml:space="preserve"> </w:t>
      </w:r>
    </w:p>
    <w:p w14:paraId="73231082" w14:textId="232CC12A" w:rsidR="009F2FF6" w:rsidRPr="000775FC" w:rsidRDefault="009F2FF6" w:rsidP="009F2FF6">
      <w:pPr>
        <w:spacing w:line="360" w:lineRule="auto"/>
        <w:jc w:val="both"/>
        <w:rPr>
          <w:rFonts w:ascii="Arial" w:hAnsi="Arial" w:cs="Arial"/>
        </w:rPr>
      </w:pPr>
      <w:r w:rsidRPr="000775FC">
        <w:rPr>
          <w:rFonts w:ascii="Arial" w:hAnsi="Arial" w:cs="Arial"/>
          <w:b/>
        </w:rPr>
        <w:t>podatek VAT</w:t>
      </w:r>
      <w:r w:rsidR="00FE1BC6" w:rsidRPr="000775FC">
        <w:rPr>
          <w:rFonts w:ascii="Arial" w:hAnsi="Arial" w:cs="Arial"/>
        </w:rPr>
        <w:t xml:space="preserve"> ...</w:t>
      </w:r>
      <w:r w:rsidRPr="000775FC">
        <w:rPr>
          <w:rFonts w:ascii="Arial" w:hAnsi="Arial" w:cs="Arial"/>
          <w:b/>
        </w:rPr>
        <w:t>%</w:t>
      </w:r>
      <w:r w:rsidR="00FE1BC6" w:rsidRPr="000775FC">
        <w:rPr>
          <w:rFonts w:ascii="Arial" w:hAnsi="Arial" w:cs="Arial"/>
          <w:b/>
        </w:rPr>
        <w:t>:</w:t>
      </w:r>
      <w:r w:rsidRPr="000775FC">
        <w:rPr>
          <w:rFonts w:ascii="Arial" w:hAnsi="Arial" w:cs="Arial"/>
        </w:rPr>
        <w:t xml:space="preserve"> ......................... PLN (słownie: ….............................................</w:t>
      </w:r>
      <w:r w:rsidR="000775FC">
        <w:rPr>
          <w:rFonts w:ascii="Arial" w:hAnsi="Arial" w:cs="Arial"/>
        </w:rPr>
        <w:t>....</w:t>
      </w:r>
      <w:r w:rsidRPr="000775FC">
        <w:rPr>
          <w:rFonts w:ascii="Arial" w:hAnsi="Arial" w:cs="Arial"/>
        </w:rPr>
        <w:t>),</w:t>
      </w:r>
    </w:p>
    <w:p w14:paraId="233D3DB8" w14:textId="1D4394FA" w:rsidR="009F2FF6" w:rsidRPr="000775FC" w:rsidRDefault="009F2FF6" w:rsidP="00FE1BC6">
      <w:pPr>
        <w:spacing w:line="360" w:lineRule="auto"/>
        <w:jc w:val="both"/>
        <w:rPr>
          <w:rFonts w:ascii="Arial" w:hAnsi="Arial" w:cs="Arial"/>
        </w:rPr>
      </w:pPr>
      <w:r w:rsidRPr="000775FC">
        <w:rPr>
          <w:rFonts w:ascii="Arial" w:hAnsi="Arial" w:cs="Arial"/>
          <w:b/>
        </w:rPr>
        <w:t>brutto:</w:t>
      </w:r>
      <w:r w:rsidR="00FE1BC6" w:rsidRPr="000775FC">
        <w:rPr>
          <w:rFonts w:ascii="Arial" w:hAnsi="Arial" w:cs="Arial"/>
        </w:rPr>
        <w:t xml:space="preserve"> ...................PLN (słownie: </w:t>
      </w:r>
      <w:r w:rsidRPr="000775FC">
        <w:rPr>
          <w:rFonts w:ascii="Arial" w:hAnsi="Arial" w:cs="Arial"/>
        </w:rPr>
        <w:t>...................................................</w:t>
      </w:r>
      <w:r w:rsidR="000775FC">
        <w:rPr>
          <w:rFonts w:ascii="Arial" w:hAnsi="Arial" w:cs="Arial"/>
        </w:rPr>
        <w:t>............................</w:t>
      </w:r>
      <w:r w:rsidRPr="000775FC">
        <w:rPr>
          <w:rFonts w:ascii="Arial" w:hAnsi="Arial" w:cs="Arial"/>
        </w:rPr>
        <w:t>)</w:t>
      </w:r>
      <w:r w:rsidR="00FE1BC6" w:rsidRPr="000775FC">
        <w:rPr>
          <w:rFonts w:ascii="Arial" w:hAnsi="Arial" w:cs="Arial"/>
        </w:rPr>
        <w:t>.</w:t>
      </w:r>
    </w:p>
    <w:p w14:paraId="7F75844C" w14:textId="77777777" w:rsidR="00FE1BC6" w:rsidRPr="000775FC" w:rsidRDefault="009F2FF6" w:rsidP="00D132FF">
      <w:pPr>
        <w:spacing w:before="240" w:line="276" w:lineRule="auto"/>
        <w:jc w:val="both"/>
        <w:rPr>
          <w:rFonts w:ascii="Arial" w:hAnsi="Arial" w:cs="Arial"/>
          <w:b/>
        </w:rPr>
      </w:pPr>
      <w:r w:rsidRPr="000775FC">
        <w:rPr>
          <w:rFonts w:ascii="Arial" w:hAnsi="Arial" w:cs="Arial"/>
          <w:b/>
        </w:rPr>
        <w:t>OŚWIADCZAM</w:t>
      </w:r>
      <w:r w:rsidR="00C57CA2" w:rsidRPr="000775FC">
        <w:rPr>
          <w:rFonts w:ascii="Arial" w:hAnsi="Arial" w:cs="Arial"/>
          <w:b/>
        </w:rPr>
        <w:t xml:space="preserve">, </w:t>
      </w:r>
      <w:r w:rsidR="00FE1BC6" w:rsidRPr="000775FC">
        <w:rPr>
          <w:rFonts w:ascii="Arial" w:hAnsi="Arial" w:cs="Arial"/>
          <w:b/>
        </w:rPr>
        <w:t>ŻE:</w:t>
      </w:r>
    </w:p>
    <w:p w14:paraId="5A614A40" w14:textId="77777777" w:rsidR="009F2FF6" w:rsidRPr="000775FC" w:rsidRDefault="007A5700" w:rsidP="00D132FF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 xml:space="preserve">Zaoferowana </w:t>
      </w:r>
      <w:r w:rsidR="009F2FF6" w:rsidRPr="000775FC">
        <w:rPr>
          <w:rFonts w:ascii="Arial" w:hAnsi="Arial" w:cs="Arial"/>
        </w:rPr>
        <w:t xml:space="preserve">marża jest stała i nie ulegnie zmianie przez cały okres realizacji umowy. Pozostałe elementy ceny mogą się zmieniać na „+” lub „-” w zależności od ceny netto za 1 tonę gazu propan </w:t>
      </w:r>
      <w:r w:rsidR="00EB3605" w:rsidRPr="000775FC">
        <w:rPr>
          <w:rFonts w:ascii="Arial" w:hAnsi="Arial" w:cs="Arial"/>
        </w:rPr>
        <w:t xml:space="preserve">hurt na wschodniej granicy RP </w:t>
      </w:r>
      <w:r w:rsidR="009F2FF6" w:rsidRPr="000775FC">
        <w:rPr>
          <w:rFonts w:ascii="Arial" w:hAnsi="Arial" w:cs="Arial"/>
        </w:rPr>
        <w:t>oraz parametru gęstości gazu propan.</w:t>
      </w:r>
    </w:p>
    <w:p w14:paraId="616A4FCA" w14:textId="77777777" w:rsidR="007A5700" w:rsidRPr="000775FC" w:rsidRDefault="009F2FF6" w:rsidP="00D132FF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lastRenderedPageBreak/>
        <w:t>Zaoferowana cena obejmuj</w:t>
      </w:r>
      <w:r w:rsidR="00D132FF" w:rsidRPr="000775FC">
        <w:rPr>
          <w:rFonts w:ascii="Arial" w:hAnsi="Arial" w:cs="Arial"/>
        </w:rPr>
        <w:t>e koszt dostawy gazu płynnego w miejsce lokalizacji zbiorników</w:t>
      </w:r>
      <w:r w:rsidRPr="000775FC">
        <w:rPr>
          <w:rFonts w:ascii="Arial" w:hAnsi="Arial" w:cs="Arial"/>
        </w:rPr>
        <w:t>.</w:t>
      </w:r>
    </w:p>
    <w:p w14:paraId="4683F0B8" w14:textId="77777777" w:rsidR="006312F8" w:rsidRPr="000775FC" w:rsidRDefault="006312F8" w:rsidP="006312F8">
      <w:pPr>
        <w:spacing w:line="360" w:lineRule="auto"/>
        <w:ind w:left="426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>- zbiornik zasilający kancelarię 3 Leśnictw: Olszewka, Budziska, Rupin: Budziska 2</w:t>
      </w:r>
      <w:r w:rsidR="00B35C94" w:rsidRPr="000775FC">
        <w:rPr>
          <w:rFonts w:ascii="Arial" w:hAnsi="Arial" w:cs="Arial"/>
        </w:rPr>
        <w:t>A</w:t>
      </w:r>
      <w:r w:rsidRPr="000775FC">
        <w:rPr>
          <w:rFonts w:ascii="Arial" w:hAnsi="Arial" w:cs="Arial"/>
        </w:rPr>
        <w:t>, 06-323 Jednorożec;</w:t>
      </w:r>
    </w:p>
    <w:p w14:paraId="4EB691BE" w14:textId="77777777" w:rsidR="006312F8" w:rsidRPr="000775FC" w:rsidRDefault="006312F8" w:rsidP="006312F8">
      <w:pPr>
        <w:spacing w:line="360" w:lineRule="auto"/>
        <w:ind w:left="426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>- zbiornik zasilający kotłownię biura: Budziska 1, 06-323 Jednorożec.</w:t>
      </w:r>
    </w:p>
    <w:p w14:paraId="4D020A21" w14:textId="69D25559" w:rsidR="007A5700" w:rsidRPr="000775FC" w:rsidRDefault="00D132FF" w:rsidP="000775FC">
      <w:pPr>
        <w:pStyle w:val="Akapitzlist"/>
        <w:numPr>
          <w:ilvl w:val="0"/>
          <w:numId w:val="9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>Dostawca zapoznał</w:t>
      </w:r>
      <w:r w:rsidR="007A5700" w:rsidRPr="000775FC">
        <w:rPr>
          <w:rFonts w:ascii="Arial" w:hAnsi="Arial" w:cs="Arial"/>
        </w:rPr>
        <w:t xml:space="preserve"> się ze wzorem umowy załączonym </w:t>
      </w:r>
      <w:r w:rsidR="005A0851" w:rsidRPr="000775FC">
        <w:rPr>
          <w:rFonts w:ascii="Arial" w:hAnsi="Arial" w:cs="Arial"/>
        </w:rPr>
        <w:t>do zapytania ofertowego</w:t>
      </w:r>
      <w:r w:rsidR="007A5700" w:rsidRPr="000775FC">
        <w:rPr>
          <w:rFonts w:ascii="Arial" w:hAnsi="Arial" w:cs="Arial"/>
        </w:rPr>
        <w:t xml:space="preserve"> </w:t>
      </w:r>
      <w:r w:rsidR="00D57115">
        <w:rPr>
          <w:rFonts w:ascii="Arial" w:hAnsi="Arial" w:cs="Arial"/>
        </w:rPr>
        <w:br/>
      </w:r>
      <w:r w:rsidRPr="000775FC">
        <w:rPr>
          <w:rFonts w:ascii="Arial" w:hAnsi="Arial" w:cs="Arial"/>
        </w:rPr>
        <w:t>i zobowiązuje</w:t>
      </w:r>
      <w:r w:rsidR="007A5700" w:rsidRPr="000775FC">
        <w:rPr>
          <w:rFonts w:ascii="Arial" w:hAnsi="Arial" w:cs="Arial"/>
        </w:rPr>
        <w:t xml:space="preserve"> się, w przypadku wyboru </w:t>
      </w:r>
      <w:r w:rsidRPr="000775FC">
        <w:rPr>
          <w:rFonts w:ascii="Arial" w:hAnsi="Arial" w:cs="Arial"/>
        </w:rPr>
        <w:t xml:space="preserve">jego </w:t>
      </w:r>
      <w:r w:rsidR="007A5700" w:rsidRPr="000775FC">
        <w:rPr>
          <w:rFonts w:ascii="Arial" w:hAnsi="Arial" w:cs="Arial"/>
        </w:rPr>
        <w:t>oferty, do zawarcia um</w:t>
      </w:r>
      <w:r w:rsidR="00D57115">
        <w:rPr>
          <w:rFonts w:ascii="Arial" w:hAnsi="Arial" w:cs="Arial"/>
        </w:rPr>
        <w:t xml:space="preserve">owy na zawartych tam warunkach, </w:t>
      </w:r>
      <w:r w:rsidR="007A5700" w:rsidRPr="000775FC">
        <w:rPr>
          <w:rFonts w:ascii="Arial" w:hAnsi="Arial" w:cs="Arial"/>
        </w:rPr>
        <w:t>w miejs</w:t>
      </w:r>
      <w:r w:rsidR="00D57115">
        <w:rPr>
          <w:rFonts w:ascii="Arial" w:hAnsi="Arial" w:cs="Arial"/>
        </w:rPr>
        <w:t xml:space="preserve">cu i terminie wyznaczonym przez </w:t>
      </w:r>
      <w:r w:rsidR="007A5700" w:rsidRPr="000775FC">
        <w:rPr>
          <w:rFonts w:ascii="Arial" w:hAnsi="Arial" w:cs="Arial"/>
        </w:rPr>
        <w:t>Zamawiającego;</w:t>
      </w:r>
    </w:p>
    <w:p w14:paraId="624B613D" w14:textId="77777777" w:rsidR="007A5700" w:rsidRPr="000775FC" w:rsidRDefault="00D132FF" w:rsidP="000775FC">
      <w:pPr>
        <w:pStyle w:val="Akapitzlist"/>
        <w:numPr>
          <w:ilvl w:val="0"/>
          <w:numId w:val="9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>Dostawca wypełnił</w:t>
      </w:r>
      <w:r w:rsidR="007A5700" w:rsidRPr="000775FC">
        <w:rPr>
          <w:rFonts w:ascii="Arial" w:hAnsi="Arial" w:cs="Arial"/>
        </w:rPr>
        <w:t xml:space="preserve"> obowiązki informacyjne przewidziane w art. 13 lub art. 14 RODO</w:t>
      </w:r>
      <w:r w:rsidR="007A5700" w:rsidRPr="000775FC">
        <w:rPr>
          <w:rStyle w:val="Odwoanieprzypisudolnego"/>
          <w:rFonts w:ascii="Arial" w:hAnsi="Arial" w:cs="Arial"/>
        </w:rPr>
        <w:footnoteReference w:id="1"/>
      </w:r>
      <w:r w:rsidR="007A5700" w:rsidRPr="000775FC">
        <w:rPr>
          <w:rFonts w:ascii="Arial" w:hAnsi="Arial" w:cs="Arial"/>
        </w:rPr>
        <w:t xml:space="preserve">  wobec osób fizycznych, od których dane osobowe bezpośrednio lub pośrednio pozys</w:t>
      </w:r>
      <w:r w:rsidRPr="000775FC">
        <w:rPr>
          <w:rFonts w:ascii="Arial" w:hAnsi="Arial" w:cs="Arial"/>
        </w:rPr>
        <w:t>kał</w:t>
      </w:r>
      <w:r w:rsidR="007A5700" w:rsidRPr="000775FC">
        <w:rPr>
          <w:rFonts w:ascii="Arial" w:hAnsi="Arial" w:cs="Arial"/>
        </w:rPr>
        <w:t xml:space="preserve"> w celu ubiegania się o udzielenie zamówienia public</w:t>
      </w:r>
      <w:r w:rsidR="005A0851" w:rsidRPr="000775FC">
        <w:rPr>
          <w:rFonts w:ascii="Arial" w:hAnsi="Arial" w:cs="Arial"/>
        </w:rPr>
        <w:t>znego w niniejszym postępowaniu;</w:t>
      </w:r>
    </w:p>
    <w:p w14:paraId="00DE456B" w14:textId="4B3604FE" w:rsidR="005A0851" w:rsidRPr="000775FC" w:rsidRDefault="005A0851" w:rsidP="000775FC">
      <w:pPr>
        <w:pStyle w:val="Akapitzlist"/>
        <w:numPr>
          <w:ilvl w:val="0"/>
          <w:numId w:val="9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>Dostawca</w:t>
      </w:r>
      <w:r w:rsidRPr="000775FC">
        <w:rPr>
          <w:rFonts w:ascii="Arial" w:eastAsia="Cambria" w:hAnsi="Arial" w:cs="Arial"/>
        </w:rPr>
        <w:t xml:space="preserve"> nie podlega wykluczeniu z  postępowania na podstawie art. 7 ust. 1 ustawy z dnia 13 kwietnia 2022 r. o szczególnych rozwiązaniach w zakresie przeciwdziałania wspieraniu agresji na Ukrainę oraz służących ochronie bezpieczeństwa narodowego (tekst jedn.: Dz. U. </w:t>
      </w:r>
      <w:r w:rsidR="00B35C94" w:rsidRPr="000775FC">
        <w:rPr>
          <w:rFonts w:ascii="Arial" w:eastAsia="Cambria" w:hAnsi="Arial" w:cs="Arial"/>
        </w:rPr>
        <w:t xml:space="preserve">   </w:t>
      </w:r>
      <w:r w:rsidRPr="000775FC">
        <w:rPr>
          <w:rFonts w:ascii="Arial" w:eastAsia="Cambria" w:hAnsi="Arial" w:cs="Arial"/>
        </w:rPr>
        <w:t>z</w:t>
      </w:r>
      <w:r w:rsidR="005B0F00" w:rsidRPr="000775FC">
        <w:rPr>
          <w:rFonts w:ascii="Arial" w:eastAsia="Cambria" w:hAnsi="Arial" w:cs="Arial"/>
        </w:rPr>
        <w:t xml:space="preserve"> 202</w:t>
      </w:r>
      <w:r w:rsidR="00C65CFF" w:rsidRPr="000775FC">
        <w:rPr>
          <w:rFonts w:ascii="Arial" w:eastAsia="Cambria" w:hAnsi="Arial" w:cs="Arial"/>
        </w:rPr>
        <w:t>5</w:t>
      </w:r>
      <w:r w:rsidR="005B0F00" w:rsidRPr="000775FC">
        <w:rPr>
          <w:rFonts w:ascii="Arial" w:eastAsia="Cambria" w:hAnsi="Arial" w:cs="Arial"/>
        </w:rPr>
        <w:t xml:space="preserve"> r. poz. 5</w:t>
      </w:r>
      <w:r w:rsidR="00C65CFF" w:rsidRPr="000775FC">
        <w:rPr>
          <w:rFonts w:ascii="Arial" w:eastAsia="Cambria" w:hAnsi="Arial" w:cs="Arial"/>
        </w:rPr>
        <w:t>14</w:t>
      </w:r>
      <w:r w:rsidRPr="000775FC">
        <w:rPr>
          <w:rFonts w:ascii="Arial" w:eastAsia="Cambria" w:hAnsi="Arial" w:cs="Arial"/>
        </w:rPr>
        <w:t>);</w:t>
      </w:r>
    </w:p>
    <w:p w14:paraId="6A19CEB1" w14:textId="77777777" w:rsidR="005A0851" w:rsidRPr="000775FC" w:rsidRDefault="005A0851" w:rsidP="000775FC">
      <w:pPr>
        <w:pStyle w:val="Akapitzlist"/>
        <w:numPr>
          <w:ilvl w:val="0"/>
          <w:numId w:val="9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>Dostawca zapewnia bezgotówkowy sposób rozliczenia transakcji w walucie polskiej;</w:t>
      </w:r>
    </w:p>
    <w:p w14:paraId="7B1B5EAD" w14:textId="77777777" w:rsidR="005A0851" w:rsidRPr="000775FC" w:rsidRDefault="005A0851" w:rsidP="000775FC">
      <w:pPr>
        <w:pStyle w:val="Akapitzlist"/>
        <w:numPr>
          <w:ilvl w:val="0"/>
          <w:numId w:val="9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0775FC">
        <w:rPr>
          <w:rFonts w:ascii="Arial" w:hAnsi="Arial" w:cs="Arial"/>
        </w:rPr>
        <w:t>Dostawca zapewnia autocysternę.</w:t>
      </w:r>
    </w:p>
    <w:p w14:paraId="640BFA3F" w14:textId="77777777" w:rsidR="00C57CA2" w:rsidRPr="000775FC" w:rsidRDefault="00C57CA2" w:rsidP="00854EF0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</w:rPr>
      </w:pPr>
    </w:p>
    <w:p w14:paraId="3A8C3634" w14:textId="77777777" w:rsidR="00C57CA2" w:rsidRPr="000775FC" w:rsidRDefault="00C57CA2" w:rsidP="0086554E">
      <w:pPr>
        <w:pStyle w:val="Akapitzlist"/>
        <w:spacing w:before="240" w:line="360" w:lineRule="auto"/>
        <w:ind w:left="284"/>
        <w:jc w:val="both"/>
        <w:rPr>
          <w:rFonts w:ascii="Arial" w:hAnsi="Arial" w:cs="Arial"/>
        </w:rPr>
      </w:pPr>
      <w:r w:rsidRPr="000775FC">
        <w:rPr>
          <w:rFonts w:ascii="Arial" w:hAnsi="Arial" w:cs="Arial"/>
          <w:b/>
        </w:rPr>
        <w:t>WSZELKĄ KORESPONDENCJĘ</w:t>
      </w:r>
      <w:r w:rsidRPr="000775FC">
        <w:rPr>
          <w:rFonts w:ascii="Arial" w:hAnsi="Arial" w:cs="Arial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C57CA2" w:rsidRPr="000775FC" w14:paraId="3803A02D" w14:textId="77777777" w:rsidTr="00EA34B8">
        <w:trPr>
          <w:trHeight w:val="567"/>
        </w:trPr>
        <w:tc>
          <w:tcPr>
            <w:tcW w:w="2551" w:type="dxa"/>
            <w:vAlign w:val="center"/>
          </w:tcPr>
          <w:p w14:paraId="30083146" w14:textId="77777777" w:rsidR="00C57CA2" w:rsidRPr="000775FC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0775FC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269" w:type="dxa"/>
          </w:tcPr>
          <w:p w14:paraId="45570FBD" w14:textId="77777777" w:rsidR="00C57CA2" w:rsidRPr="000775FC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C57CA2" w:rsidRPr="000775FC" w14:paraId="570A2B13" w14:textId="77777777" w:rsidTr="00EA34B8">
        <w:trPr>
          <w:trHeight w:val="567"/>
        </w:trPr>
        <w:tc>
          <w:tcPr>
            <w:tcW w:w="2551" w:type="dxa"/>
            <w:vAlign w:val="center"/>
          </w:tcPr>
          <w:p w14:paraId="7E24A201" w14:textId="77777777" w:rsidR="00C57CA2" w:rsidRPr="000775FC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0775FC">
              <w:rPr>
                <w:rFonts w:ascii="Arial" w:eastAsia="Calibri" w:hAnsi="Arial" w:cs="Arial"/>
              </w:rPr>
              <w:t>Adres</w:t>
            </w:r>
          </w:p>
        </w:tc>
        <w:tc>
          <w:tcPr>
            <w:tcW w:w="6269" w:type="dxa"/>
          </w:tcPr>
          <w:p w14:paraId="5E680163" w14:textId="77777777" w:rsidR="00C57CA2" w:rsidRPr="000775FC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C57CA2" w:rsidRPr="000775FC" w14:paraId="4D98FD8A" w14:textId="77777777" w:rsidTr="00EA34B8">
        <w:trPr>
          <w:trHeight w:val="567"/>
        </w:trPr>
        <w:tc>
          <w:tcPr>
            <w:tcW w:w="2551" w:type="dxa"/>
            <w:vAlign w:val="center"/>
          </w:tcPr>
          <w:p w14:paraId="3C235843" w14:textId="77777777" w:rsidR="00C57CA2" w:rsidRPr="000775FC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0775FC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269" w:type="dxa"/>
          </w:tcPr>
          <w:p w14:paraId="32FDCC72" w14:textId="77777777" w:rsidR="00C57CA2" w:rsidRPr="000775FC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C57CA2" w:rsidRPr="000775FC" w14:paraId="61FAE6C3" w14:textId="77777777" w:rsidTr="00EA34B8">
        <w:trPr>
          <w:trHeight w:val="567"/>
        </w:trPr>
        <w:tc>
          <w:tcPr>
            <w:tcW w:w="2551" w:type="dxa"/>
            <w:vAlign w:val="center"/>
          </w:tcPr>
          <w:p w14:paraId="014385F5" w14:textId="77777777" w:rsidR="00C57CA2" w:rsidRPr="000775FC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0775FC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269" w:type="dxa"/>
          </w:tcPr>
          <w:p w14:paraId="1676ADEC" w14:textId="77777777" w:rsidR="00C57CA2" w:rsidRPr="000775FC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7173BCBD" w14:textId="77777777" w:rsidR="00C57CA2" w:rsidRPr="000775FC" w:rsidRDefault="00C57CA2" w:rsidP="00854EF0">
      <w:pPr>
        <w:pStyle w:val="Akapitzlist"/>
        <w:spacing w:before="240" w:line="276" w:lineRule="auto"/>
        <w:ind w:left="284"/>
        <w:jc w:val="both"/>
        <w:rPr>
          <w:rFonts w:ascii="Arial" w:hAnsi="Arial" w:cs="Arial"/>
        </w:rPr>
      </w:pPr>
    </w:p>
    <w:p w14:paraId="001C846B" w14:textId="04DC13EB" w:rsidR="00C57CA2" w:rsidRPr="000775FC" w:rsidRDefault="00C57CA2" w:rsidP="0086554E">
      <w:pPr>
        <w:pStyle w:val="Akapitzlist"/>
        <w:spacing w:before="240" w:line="276" w:lineRule="auto"/>
        <w:ind w:left="284"/>
        <w:jc w:val="both"/>
        <w:rPr>
          <w:rFonts w:ascii="Arial" w:hAnsi="Arial" w:cs="Arial"/>
        </w:rPr>
      </w:pPr>
      <w:r w:rsidRPr="000775FC">
        <w:rPr>
          <w:rFonts w:ascii="Arial" w:hAnsi="Arial" w:cs="Arial"/>
          <w:b/>
        </w:rPr>
        <w:t>OFERTĘ</w:t>
      </w:r>
      <w:r w:rsidRPr="000775FC">
        <w:rPr>
          <w:rFonts w:ascii="Arial" w:hAnsi="Arial" w:cs="Arial"/>
        </w:rPr>
        <w:t xml:space="preserve"> składamy na _____ kolejno ponumerowanych stronach. Załącznikami </w:t>
      </w:r>
      <w:r w:rsidR="000775FC">
        <w:rPr>
          <w:rFonts w:ascii="Arial" w:hAnsi="Arial" w:cs="Arial"/>
        </w:rPr>
        <w:t xml:space="preserve"> </w:t>
      </w:r>
      <w:r w:rsidRPr="000775FC">
        <w:rPr>
          <w:rFonts w:ascii="Arial" w:hAnsi="Arial" w:cs="Arial"/>
        </w:rPr>
        <w:t>do oferty, stanowiącymi jej integralną część, są:</w:t>
      </w:r>
    </w:p>
    <w:p w14:paraId="6110A3C2" w14:textId="77777777" w:rsidR="00450F3C" w:rsidRPr="000775FC" w:rsidRDefault="00450F3C" w:rsidP="00450F3C">
      <w:pPr>
        <w:pStyle w:val="Akapitzlist"/>
        <w:spacing w:before="240" w:line="276" w:lineRule="auto"/>
        <w:ind w:left="284"/>
        <w:jc w:val="both"/>
        <w:rPr>
          <w:rFonts w:ascii="Arial" w:hAnsi="Arial" w:cs="Arial"/>
        </w:rPr>
      </w:pPr>
    </w:p>
    <w:p w14:paraId="56672DBB" w14:textId="44B6F4E4" w:rsidR="00C57CA2" w:rsidRPr="000775FC" w:rsidRDefault="003F409A" w:rsidP="00EA34B8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b/>
          <w:i/>
        </w:rPr>
      </w:pPr>
      <w:r w:rsidRPr="000775FC">
        <w:rPr>
          <w:rFonts w:ascii="Arial" w:hAnsi="Arial" w:cs="Arial"/>
          <w:i/>
        </w:rPr>
        <w:t>……………………………………………………………………………………………</w:t>
      </w:r>
    </w:p>
    <w:p w14:paraId="4F524882" w14:textId="39DD9FE7" w:rsidR="00C57CA2" w:rsidRPr="000775FC" w:rsidRDefault="00EA34B8" w:rsidP="00EA34B8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i/>
        </w:rPr>
      </w:pPr>
      <w:r w:rsidRPr="000775FC">
        <w:rPr>
          <w:rFonts w:ascii="Arial" w:hAnsi="Arial" w:cs="Arial"/>
          <w:i/>
        </w:rPr>
        <w:t>……………………………………………………………………………………………</w:t>
      </w:r>
    </w:p>
    <w:p w14:paraId="22B47A72" w14:textId="77777777" w:rsidR="00C57CA2" w:rsidRPr="000775FC" w:rsidRDefault="00C57CA2" w:rsidP="00EA34B8">
      <w:pPr>
        <w:pStyle w:val="Akapitzlist"/>
        <w:spacing w:before="240" w:line="360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00CA2B61" w14:textId="77777777" w:rsidR="00C57CA2" w:rsidRPr="000775FC" w:rsidRDefault="00C57CA2" w:rsidP="00087607">
      <w:pPr>
        <w:tabs>
          <w:tab w:val="center" w:pos="7655"/>
        </w:tabs>
        <w:spacing w:before="120" w:line="320" w:lineRule="atLeast"/>
        <w:jc w:val="right"/>
        <w:rPr>
          <w:rFonts w:ascii="Arial" w:hAnsi="Arial" w:cs="Arial"/>
          <w:sz w:val="22"/>
          <w:szCs w:val="22"/>
        </w:rPr>
      </w:pPr>
      <w:r w:rsidRPr="000775FC">
        <w:rPr>
          <w:rFonts w:ascii="Arial" w:hAnsi="Arial" w:cs="Arial"/>
          <w:sz w:val="22"/>
          <w:szCs w:val="22"/>
        </w:rPr>
        <w:lastRenderedPageBreak/>
        <w:t xml:space="preserve">Miejscowość, </w:t>
      </w:r>
      <w:r w:rsidR="009602A9" w:rsidRPr="000775FC">
        <w:rPr>
          <w:rFonts w:ascii="Arial" w:hAnsi="Arial" w:cs="Arial"/>
          <w:sz w:val="22"/>
          <w:szCs w:val="22"/>
        </w:rPr>
        <w:t>……………………..</w:t>
      </w:r>
      <w:r w:rsidRPr="000775FC">
        <w:rPr>
          <w:rFonts w:ascii="Arial" w:hAnsi="Arial" w:cs="Arial"/>
          <w:sz w:val="22"/>
          <w:szCs w:val="22"/>
        </w:rPr>
        <w:t xml:space="preserve">dnia </w:t>
      </w:r>
      <w:r w:rsidR="009602A9" w:rsidRPr="000775FC">
        <w:rPr>
          <w:rFonts w:ascii="Arial" w:hAnsi="Arial" w:cs="Arial"/>
          <w:sz w:val="22"/>
          <w:szCs w:val="22"/>
        </w:rPr>
        <w:t>……………………..</w:t>
      </w:r>
    </w:p>
    <w:p w14:paraId="66EED20C" w14:textId="77777777" w:rsidR="009A3FC3" w:rsidRPr="000775FC" w:rsidRDefault="009A3FC3" w:rsidP="00854EF0">
      <w:pPr>
        <w:tabs>
          <w:tab w:val="center" w:pos="7655"/>
        </w:tabs>
        <w:spacing w:before="120" w:line="320" w:lineRule="atLeast"/>
        <w:rPr>
          <w:rFonts w:ascii="Arial" w:hAnsi="Arial" w:cs="Arial"/>
          <w:sz w:val="22"/>
          <w:szCs w:val="22"/>
        </w:rPr>
      </w:pPr>
    </w:p>
    <w:p w14:paraId="72FCFDD5" w14:textId="77777777" w:rsidR="009A3FC3" w:rsidRPr="000775FC" w:rsidRDefault="009A3FC3" w:rsidP="00854EF0">
      <w:pPr>
        <w:tabs>
          <w:tab w:val="center" w:pos="7655"/>
        </w:tabs>
        <w:spacing w:before="120" w:line="320" w:lineRule="atLeast"/>
        <w:rPr>
          <w:rFonts w:ascii="Arial" w:hAnsi="Arial" w:cs="Arial"/>
          <w:sz w:val="22"/>
          <w:szCs w:val="22"/>
        </w:rPr>
      </w:pPr>
    </w:p>
    <w:p w14:paraId="6EA2DA20" w14:textId="064C28EE" w:rsidR="009602A9" w:rsidRPr="000775FC" w:rsidRDefault="009A3FC3" w:rsidP="009602A9">
      <w:pPr>
        <w:widowControl w:val="0"/>
        <w:adjustRightInd w:val="0"/>
        <w:ind w:left="2832" w:firstLine="708"/>
        <w:textAlignment w:val="baseline"/>
        <w:rPr>
          <w:rFonts w:ascii="Arial" w:hAnsi="Arial" w:cs="Arial"/>
          <w:i/>
          <w:vertAlign w:val="superscript"/>
        </w:rPr>
      </w:pPr>
      <w:r w:rsidRPr="000775FC">
        <w:rPr>
          <w:rFonts w:ascii="Arial" w:hAnsi="Arial" w:cs="Arial"/>
          <w:i/>
          <w:vertAlign w:val="superscript"/>
        </w:rPr>
        <w:t>............................................................................................................................</w:t>
      </w:r>
    </w:p>
    <w:p w14:paraId="7896E04D" w14:textId="77777777" w:rsidR="009602A9" w:rsidRPr="000775FC" w:rsidRDefault="009602A9" w:rsidP="009602A9">
      <w:pPr>
        <w:widowControl w:val="0"/>
        <w:adjustRightInd w:val="0"/>
        <w:ind w:left="2832" w:firstLine="2555"/>
        <w:textAlignment w:val="baseline"/>
        <w:rPr>
          <w:rFonts w:ascii="Arial" w:hAnsi="Arial" w:cs="Arial"/>
          <w:i/>
          <w:vertAlign w:val="superscript"/>
        </w:rPr>
      </w:pPr>
      <w:r w:rsidRPr="000775FC">
        <w:rPr>
          <w:rFonts w:ascii="Arial" w:hAnsi="Arial" w:cs="Arial"/>
          <w:i/>
          <w:vertAlign w:val="superscript"/>
        </w:rPr>
        <w:t>(podpis składającego ofertę)</w:t>
      </w:r>
    </w:p>
    <w:sectPr w:rsidR="009602A9" w:rsidRPr="000775FC" w:rsidSect="00BC4F99"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91B9F" w14:textId="77777777" w:rsidR="00642A7F" w:rsidRDefault="00642A7F" w:rsidP="00FF57EE">
      <w:r>
        <w:separator/>
      </w:r>
    </w:p>
  </w:endnote>
  <w:endnote w:type="continuationSeparator" w:id="0">
    <w:p w14:paraId="698AFAED" w14:textId="77777777" w:rsidR="00642A7F" w:rsidRDefault="00642A7F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9CF37" w14:textId="77777777" w:rsidR="00642A7F" w:rsidRDefault="00642A7F" w:rsidP="00FF57EE">
      <w:r>
        <w:separator/>
      </w:r>
    </w:p>
  </w:footnote>
  <w:footnote w:type="continuationSeparator" w:id="0">
    <w:p w14:paraId="1DF07B07" w14:textId="77777777" w:rsidR="00642A7F" w:rsidRDefault="00642A7F" w:rsidP="00FF57EE">
      <w:r>
        <w:continuationSeparator/>
      </w:r>
    </w:p>
  </w:footnote>
  <w:footnote w:id="1">
    <w:p w14:paraId="7F9DC357" w14:textId="77777777" w:rsidR="000775FC" w:rsidRDefault="000775FC" w:rsidP="007A5700">
      <w:pPr>
        <w:pStyle w:val="Tekstprzypisudolnego"/>
        <w:spacing w:after="4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45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52D107A"/>
    <w:multiLevelType w:val="hybridMultilevel"/>
    <w:tmpl w:val="8480AE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85730"/>
    <w:multiLevelType w:val="hybridMultilevel"/>
    <w:tmpl w:val="99AE2828"/>
    <w:lvl w:ilvl="0" w:tplc="CB04D1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03CB9"/>
    <w:multiLevelType w:val="hybridMultilevel"/>
    <w:tmpl w:val="934E9CDC"/>
    <w:lvl w:ilvl="0" w:tplc="40DCADC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84094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F213B66"/>
    <w:multiLevelType w:val="hybridMultilevel"/>
    <w:tmpl w:val="386E24FE"/>
    <w:lvl w:ilvl="0" w:tplc="6EB6C1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90699"/>
    <w:multiLevelType w:val="hybridMultilevel"/>
    <w:tmpl w:val="070CD962"/>
    <w:lvl w:ilvl="0" w:tplc="80026B0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B0A2D"/>
    <w:multiLevelType w:val="hybridMultilevel"/>
    <w:tmpl w:val="D6A88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E7070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6202923"/>
    <w:multiLevelType w:val="hybridMultilevel"/>
    <w:tmpl w:val="79645F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26A9E"/>
    <w:multiLevelType w:val="hybridMultilevel"/>
    <w:tmpl w:val="99500006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C9C3D30"/>
    <w:multiLevelType w:val="hybridMultilevel"/>
    <w:tmpl w:val="E166A114"/>
    <w:lvl w:ilvl="0" w:tplc="5DF01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2"/>
  </w:num>
  <w:num w:numId="5">
    <w:abstractNumId w:val="8"/>
  </w:num>
  <w:num w:numId="6">
    <w:abstractNumId w:val="4"/>
  </w:num>
  <w:num w:numId="7">
    <w:abstractNumId w:val="0"/>
    <w:lvlOverride w:ilvl="0">
      <w:startOverride w:val="1"/>
    </w:lvlOverride>
  </w:num>
  <w:num w:numId="8">
    <w:abstractNumId w:val="6"/>
  </w:num>
  <w:num w:numId="9">
    <w:abstractNumId w:val="7"/>
  </w:num>
  <w:num w:numId="10">
    <w:abstractNumId w:val="2"/>
  </w:num>
  <w:num w:numId="11">
    <w:abstractNumId w:val="5"/>
  </w:num>
  <w:num w:numId="12">
    <w:abstractNumId w:val="3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CCE"/>
    <w:rsid w:val="00003D41"/>
    <w:rsid w:val="00035E56"/>
    <w:rsid w:val="000775FC"/>
    <w:rsid w:val="000857B8"/>
    <w:rsid w:val="00087607"/>
    <w:rsid w:val="000A5504"/>
    <w:rsid w:val="000B37B2"/>
    <w:rsid w:val="000C0AEA"/>
    <w:rsid w:val="000D556E"/>
    <w:rsid w:val="001063D3"/>
    <w:rsid w:val="00130CA3"/>
    <w:rsid w:val="0014484A"/>
    <w:rsid w:val="001C7D84"/>
    <w:rsid w:val="001E4B63"/>
    <w:rsid w:val="002214DB"/>
    <w:rsid w:val="00233B6E"/>
    <w:rsid w:val="00267D1F"/>
    <w:rsid w:val="0027068A"/>
    <w:rsid w:val="002A15CD"/>
    <w:rsid w:val="002E612D"/>
    <w:rsid w:val="00322FCB"/>
    <w:rsid w:val="0034521F"/>
    <w:rsid w:val="00362ACC"/>
    <w:rsid w:val="00383021"/>
    <w:rsid w:val="00386FE9"/>
    <w:rsid w:val="003A4093"/>
    <w:rsid w:val="003B769C"/>
    <w:rsid w:val="003C10ED"/>
    <w:rsid w:val="003C7B48"/>
    <w:rsid w:val="003E4882"/>
    <w:rsid w:val="003F409A"/>
    <w:rsid w:val="003F6C3A"/>
    <w:rsid w:val="00407A0E"/>
    <w:rsid w:val="00450F3C"/>
    <w:rsid w:val="00474EB3"/>
    <w:rsid w:val="004B3120"/>
    <w:rsid w:val="004D5A42"/>
    <w:rsid w:val="004F3549"/>
    <w:rsid w:val="00525EFF"/>
    <w:rsid w:val="00545172"/>
    <w:rsid w:val="005568A8"/>
    <w:rsid w:val="005844F6"/>
    <w:rsid w:val="005A0851"/>
    <w:rsid w:val="005B0F00"/>
    <w:rsid w:val="005F110F"/>
    <w:rsid w:val="005F6F5F"/>
    <w:rsid w:val="00616116"/>
    <w:rsid w:val="006312F8"/>
    <w:rsid w:val="00634B0C"/>
    <w:rsid w:val="00642A7F"/>
    <w:rsid w:val="006A3CCE"/>
    <w:rsid w:val="006B63D6"/>
    <w:rsid w:val="006C641D"/>
    <w:rsid w:val="006D09E0"/>
    <w:rsid w:val="006D6055"/>
    <w:rsid w:val="007050BF"/>
    <w:rsid w:val="00757E71"/>
    <w:rsid w:val="0076441D"/>
    <w:rsid w:val="007773BB"/>
    <w:rsid w:val="007837AD"/>
    <w:rsid w:val="007A5700"/>
    <w:rsid w:val="007D475B"/>
    <w:rsid w:val="007E331F"/>
    <w:rsid w:val="007E46D8"/>
    <w:rsid w:val="007F3E87"/>
    <w:rsid w:val="00811C97"/>
    <w:rsid w:val="00851832"/>
    <w:rsid w:val="0086554E"/>
    <w:rsid w:val="008C26D7"/>
    <w:rsid w:val="008D4DA5"/>
    <w:rsid w:val="008E0079"/>
    <w:rsid w:val="00900012"/>
    <w:rsid w:val="009312B4"/>
    <w:rsid w:val="00931E0A"/>
    <w:rsid w:val="009602A9"/>
    <w:rsid w:val="0097776D"/>
    <w:rsid w:val="0098368C"/>
    <w:rsid w:val="00983D1D"/>
    <w:rsid w:val="009A3FC3"/>
    <w:rsid w:val="009C57AA"/>
    <w:rsid w:val="009D75A8"/>
    <w:rsid w:val="009F2FF6"/>
    <w:rsid w:val="00A04833"/>
    <w:rsid w:val="00A0763E"/>
    <w:rsid w:val="00A24546"/>
    <w:rsid w:val="00A45EFE"/>
    <w:rsid w:val="00A50E18"/>
    <w:rsid w:val="00A82BA6"/>
    <w:rsid w:val="00A918CD"/>
    <w:rsid w:val="00A93770"/>
    <w:rsid w:val="00AA39D6"/>
    <w:rsid w:val="00AE2ACB"/>
    <w:rsid w:val="00AF4AC3"/>
    <w:rsid w:val="00B03570"/>
    <w:rsid w:val="00B044CD"/>
    <w:rsid w:val="00B35C16"/>
    <w:rsid w:val="00B35C94"/>
    <w:rsid w:val="00B47637"/>
    <w:rsid w:val="00B63A77"/>
    <w:rsid w:val="00B74A14"/>
    <w:rsid w:val="00B9086B"/>
    <w:rsid w:val="00B94B4E"/>
    <w:rsid w:val="00BA4F51"/>
    <w:rsid w:val="00BB7FF7"/>
    <w:rsid w:val="00BC4F99"/>
    <w:rsid w:val="00C024BE"/>
    <w:rsid w:val="00C0524D"/>
    <w:rsid w:val="00C22F7D"/>
    <w:rsid w:val="00C36588"/>
    <w:rsid w:val="00C53FE0"/>
    <w:rsid w:val="00C57CA2"/>
    <w:rsid w:val="00C62DC2"/>
    <w:rsid w:val="00C65CFF"/>
    <w:rsid w:val="00C96428"/>
    <w:rsid w:val="00CA4615"/>
    <w:rsid w:val="00CD1C7B"/>
    <w:rsid w:val="00CE3AE6"/>
    <w:rsid w:val="00CE51E7"/>
    <w:rsid w:val="00CE6D53"/>
    <w:rsid w:val="00D114BB"/>
    <w:rsid w:val="00D132FF"/>
    <w:rsid w:val="00D35E8B"/>
    <w:rsid w:val="00D52339"/>
    <w:rsid w:val="00D554C7"/>
    <w:rsid w:val="00D57115"/>
    <w:rsid w:val="00D83FF5"/>
    <w:rsid w:val="00D87AAC"/>
    <w:rsid w:val="00DB48C5"/>
    <w:rsid w:val="00DC336F"/>
    <w:rsid w:val="00DC522E"/>
    <w:rsid w:val="00E019C6"/>
    <w:rsid w:val="00E1735C"/>
    <w:rsid w:val="00E25DC5"/>
    <w:rsid w:val="00E31469"/>
    <w:rsid w:val="00EA34B8"/>
    <w:rsid w:val="00EA6D34"/>
    <w:rsid w:val="00EB3605"/>
    <w:rsid w:val="00EB5DC6"/>
    <w:rsid w:val="00EB7DB9"/>
    <w:rsid w:val="00F07F97"/>
    <w:rsid w:val="00F12F42"/>
    <w:rsid w:val="00F134D5"/>
    <w:rsid w:val="00F31EAC"/>
    <w:rsid w:val="00F45730"/>
    <w:rsid w:val="00F45804"/>
    <w:rsid w:val="00F60B2E"/>
    <w:rsid w:val="00FB1463"/>
    <w:rsid w:val="00FD1C67"/>
    <w:rsid w:val="00FE03C3"/>
    <w:rsid w:val="00FE1BC6"/>
    <w:rsid w:val="00FE4C97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EA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B7DB9"/>
    <w:pPr>
      <w:ind w:left="720"/>
    </w:pPr>
    <w:rPr>
      <w:rFonts w:eastAsia="Calibri"/>
    </w:rPr>
  </w:style>
  <w:style w:type="character" w:styleId="Hipercze">
    <w:name w:val="Hyperlink"/>
    <w:basedOn w:val="Domylnaczcionkaakapitu"/>
    <w:uiPriority w:val="99"/>
    <w:unhideWhenUsed/>
    <w:rsid w:val="00EB7DB9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52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521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521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5BBAE-0185-4962-B20F-CFBD3A75A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Suchy Lipińska Boż.</dc:creator>
  <cp:lastModifiedBy>N.Parciaki Izabela Szymczyk</cp:lastModifiedBy>
  <cp:revision>4</cp:revision>
  <cp:lastPrinted>2023-10-12T05:50:00Z</cp:lastPrinted>
  <dcterms:created xsi:type="dcterms:W3CDTF">2026-01-26T12:56:00Z</dcterms:created>
  <dcterms:modified xsi:type="dcterms:W3CDTF">2026-01-28T09:08:00Z</dcterms:modified>
</cp:coreProperties>
</file>